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0A551" w14:textId="221B917A" w:rsidR="006B6B2C" w:rsidRPr="00E615D2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ANEXA 1</w:t>
      </w:r>
      <w:r w:rsidR="002503AA">
        <w:rPr>
          <w:rFonts w:ascii="Calibri" w:hAnsi="Calibri" w:cs="Calibri"/>
          <w:b/>
          <w:sz w:val="22"/>
          <w:szCs w:val="22"/>
        </w:rPr>
        <w:t>3</w:t>
      </w:r>
    </w:p>
    <w:p w14:paraId="7B530F88" w14:textId="77777777"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14:paraId="3C87BF08" w14:textId="77777777"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14:paraId="3EB85BAA" w14:textId="77777777"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14:paraId="41A166B8" w14:textId="77777777"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67EE7224" w14:textId="77777777"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14:paraId="419DABFD" w14:textId="77777777"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14:paraId="58DBEBBD" w14:textId="77777777"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14:paraId="07EFA1E8" w14:textId="77777777"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0F22F882" w14:textId="77777777"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14:paraId="4BA441AF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7778A1B9" w14:textId="77777777"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14:paraId="69E13D86" w14:textId="77777777" w:rsidR="00DD7B14" w:rsidRDefault="00DD7B14" w:rsidP="009A760C">
      <w:pPr>
        <w:jc w:val="both"/>
        <w:rPr>
          <w:rFonts w:ascii="Calibri" w:hAnsi="Calibri" w:cs="Calibri"/>
        </w:rPr>
      </w:pPr>
    </w:p>
    <w:p w14:paraId="01023FAF" w14:textId="77777777" w:rsidR="009164A5" w:rsidRDefault="009164A5" w:rsidP="009A760C">
      <w:pPr>
        <w:jc w:val="both"/>
        <w:rPr>
          <w:rFonts w:ascii="Calibri" w:hAnsi="Calibri" w:cs="Calibri"/>
        </w:rPr>
      </w:pPr>
    </w:p>
    <w:p w14:paraId="4E51D5AB" w14:textId="77777777" w:rsidR="009164A5" w:rsidRPr="009A760C" w:rsidRDefault="009164A5" w:rsidP="009A760C">
      <w:pPr>
        <w:jc w:val="both"/>
        <w:rPr>
          <w:rFonts w:ascii="Calibri" w:hAnsi="Calibri" w:cs="Calibri"/>
        </w:rPr>
      </w:pPr>
    </w:p>
    <w:p w14:paraId="347EEAB2" w14:textId="77777777" w:rsidR="009A760C" w:rsidRDefault="009A760C" w:rsidP="00390E47">
      <w:pPr>
        <w:rPr>
          <w:rFonts w:ascii="Calibri" w:hAnsi="Calibri" w:cs="Calibri"/>
          <w:b/>
        </w:rPr>
      </w:pPr>
    </w:p>
    <w:p w14:paraId="03FE9159" w14:textId="77777777" w:rsidR="000E59DA" w:rsidRPr="00695B5E" w:rsidRDefault="000E59DA" w:rsidP="00390E47">
      <w:pPr>
        <w:rPr>
          <w:rFonts w:ascii="Calibri" w:hAnsi="Calibri" w:cs="Calibri"/>
          <w:b/>
        </w:rPr>
      </w:pPr>
    </w:p>
    <w:p w14:paraId="581ABF46" w14:textId="77777777"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14:paraId="1528C643" w14:textId="77777777"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14:paraId="584AA60C" w14:textId="77777777" w:rsidR="00E66501" w:rsidRDefault="00E66501" w:rsidP="00390E47">
      <w:pPr>
        <w:jc w:val="both"/>
        <w:rPr>
          <w:rFonts w:ascii="Calibri" w:hAnsi="Calibri" w:cs="Calibri"/>
        </w:rPr>
      </w:pPr>
    </w:p>
    <w:p w14:paraId="42D0EC8E" w14:textId="77777777" w:rsidR="00B71552" w:rsidRDefault="00B71552" w:rsidP="00390E47">
      <w:pPr>
        <w:jc w:val="both"/>
        <w:rPr>
          <w:rFonts w:ascii="Calibri" w:hAnsi="Calibri" w:cs="Calibri"/>
        </w:rPr>
      </w:pPr>
    </w:p>
    <w:p w14:paraId="640FE763" w14:textId="77777777" w:rsidR="00E66501" w:rsidRPr="002503AA" w:rsidRDefault="00E66501" w:rsidP="00E66501">
      <w:pPr>
        <w:jc w:val="both"/>
        <w:rPr>
          <w:rFonts w:ascii="Calibri" w:hAnsi="Calibri" w:cs="Calibri"/>
          <w:lang w:val="pt-BR"/>
        </w:rPr>
      </w:pPr>
    </w:p>
    <w:p w14:paraId="512CBF12" w14:textId="77777777" w:rsidR="00E66501" w:rsidRPr="002503AA" w:rsidRDefault="00E66501" w:rsidP="00E66501">
      <w:pPr>
        <w:jc w:val="both"/>
        <w:rPr>
          <w:rFonts w:ascii="Calibri" w:hAnsi="Calibri" w:cs="Calibri"/>
          <w:lang w:val="pt-BR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14:paraId="2187ADF3" w14:textId="77777777" w:rsidTr="00CE7A19">
        <w:trPr>
          <w:tblHeader/>
        </w:trPr>
        <w:tc>
          <w:tcPr>
            <w:tcW w:w="567" w:type="dxa"/>
            <w:shd w:val="clear" w:color="auto" w:fill="auto"/>
          </w:tcPr>
          <w:p w14:paraId="3CAAE3EA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61B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D3C3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EC179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12370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497E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53753D64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FE44" w14:textId="77777777"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67D9" w14:textId="77777777"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14:paraId="56C20EC6" w14:textId="77777777" w:rsidTr="00CE7A19">
        <w:tc>
          <w:tcPr>
            <w:tcW w:w="567" w:type="dxa"/>
            <w:shd w:val="clear" w:color="auto" w:fill="auto"/>
          </w:tcPr>
          <w:p w14:paraId="6D290D01" w14:textId="77777777" w:rsidR="0092458F" w:rsidRPr="00B05D01" w:rsidRDefault="008E06AE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5AE4D560" w14:textId="77777777"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elor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pentru toate cheltuielile efectuate înainte de semnarea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14:paraId="17DAA103" w14:textId="77777777"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395FC176" w14:textId="77777777" w:rsidR="0092458F" w:rsidRPr="00B05D01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B05D01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298DAFC0" w14:textId="77777777" w:rsidR="00A40D00" w:rsidRPr="00B05D01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05D01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14:paraId="3B9C1119" w14:textId="0F5877C0" w:rsidR="0092458F" w:rsidRPr="00B05D01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 xml:space="preserve">dosarului de </w:t>
            </w:r>
            <w:r w:rsidR="00D82C57" w:rsidRPr="00B05D01">
              <w:rPr>
                <w:rFonts w:ascii="Calibri" w:hAnsi="Calibri" w:cs="Calibri"/>
                <w:sz w:val="22"/>
                <w:szCs w:val="22"/>
              </w:rPr>
              <w:t>achiziție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6D48B655" w14:textId="77777777" w:rsidR="0092458F" w:rsidRPr="00B05D01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1987DB4F" w14:textId="77777777"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0BF52611" w14:textId="77777777"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03AA" w:rsidRPr="00B7289C" w14:paraId="7385C9A5" w14:textId="77777777" w:rsidTr="003E516E">
        <w:tc>
          <w:tcPr>
            <w:tcW w:w="567" w:type="dxa"/>
            <w:shd w:val="clear" w:color="auto" w:fill="auto"/>
          </w:tcPr>
          <w:p w14:paraId="717B168F" w14:textId="6E1CBCF7" w:rsidR="002503A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1A1D5AEC" w14:textId="7BB16376" w:rsidR="002503AA" w:rsidRPr="00B97179" w:rsidRDefault="002503AA" w:rsidP="002503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Depunerea calendarului de activități în corelare cu acordul de grant</w:t>
            </w:r>
          </w:p>
        </w:tc>
        <w:tc>
          <w:tcPr>
            <w:tcW w:w="1162" w:type="dxa"/>
            <w:shd w:val="clear" w:color="auto" w:fill="auto"/>
          </w:tcPr>
          <w:p w14:paraId="7335C3A8" w14:textId="0AF5FDFE" w:rsidR="002503AA" w:rsidRPr="00B97179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709FFF83" w14:textId="0A102E89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 vederea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ferificării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stadiului</w:t>
            </w:r>
          </w:p>
        </w:tc>
        <w:tc>
          <w:tcPr>
            <w:tcW w:w="2410" w:type="dxa"/>
            <w:shd w:val="clear" w:color="auto" w:fill="auto"/>
          </w:tcPr>
          <w:p w14:paraId="7E3721E7" w14:textId="77777777" w:rsidR="002503AA" w:rsidRPr="00B05D01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51A2B9E" w14:textId="68A40B69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notificării /comunicării de depunere </w:t>
            </w:r>
            <w:r>
              <w:rPr>
                <w:rFonts w:ascii="Calibri" w:hAnsi="Calibri" w:cs="Calibri"/>
                <w:sz w:val="22"/>
                <w:szCs w:val="22"/>
              </w:rPr>
              <w:t>documente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FFFFFF"/>
          </w:tcPr>
          <w:p w14:paraId="18081CF3" w14:textId="3124DC1B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0A4B53DF" w14:textId="74B43DFD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06DD5154" w14:textId="77777777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03AA" w:rsidRPr="00B7289C" w14:paraId="6C725F05" w14:textId="77777777" w:rsidTr="003E516E">
        <w:tc>
          <w:tcPr>
            <w:tcW w:w="567" w:type="dxa"/>
            <w:shd w:val="clear" w:color="auto" w:fill="auto"/>
          </w:tcPr>
          <w:p w14:paraId="6DBDAF66" w14:textId="562C8C89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78BDF0C3" w14:textId="77777777" w:rsidR="002503AA" w:rsidRPr="00B97179" w:rsidRDefault="002503AA" w:rsidP="002503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29CA4E98" w14:textId="77777777" w:rsidR="002503AA" w:rsidRPr="00B97179" w:rsidRDefault="002503AA" w:rsidP="002503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5135EA78" w14:textId="77777777" w:rsidR="002503AA" w:rsidRPr="00B97179" w:rsidRDefault="002503AA" w:rsidP="002503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20FEC45B" w14:textId="1C70E1DA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shd w:val="clear" w:color="auto" w:fill="auto"/>
          </w:tcPr>
          <w:p w14:paraId="68BFAAE7" w14:textId="408724D4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1C0C4393" w14:textId="65D6C99B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31D84FDF" w14:textId="56D1978E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FFFFFF"/>
          </w:tcPr>
          <w:p w14:paraId="5F482259" w14:textId="395FEB8E" w:rsidR="002503AA" w:rsidRPr="00CB171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</w:t>
            </w:r>
            <w:r w:rsidRPr="00B10C21">
              <w:rPr>
                <w:rFonts w:ascii="Calibri" w:hAnsi="Calibri" w:cs="Calibri"/>
                <w:sz w:val="22"/>
                <w:szCs w:val="22"/>
              </w:rPr>
              <w:t>dar nu mai târziu de 1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B10C21">
              <w:rPr>
                <w:rFonts w:ascii="Calibri" w:hAnsi="Calibri" w:cs="Calibri"/>
                <w:sz w:val="22"/>
                <w:szCs w:val="22"/>
              </w:rPr>
              <w:t xml:space="preserve"> luni de la semnarea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  <w:r>
              <w:rPr>
                <w:rFonts w:ascii="Calibri" w:hAnsi="Calibri" w:cs="Calibri"/>
                <w:sz w:val="22"/>
                <w:szCs w:val="22"/>
              </w:rPr>
              <w:t>, în corelare cu acordul de grant</w:t>
            </w:r>
          </w:p>
        </w:tc>
        <w:tc>
          <w:tcPr>
            <w:tcW w:w="1985" w:type="dxa"/>
            <w:shd w:val="clear" w:color="auto" w:fill="auto"/>
          </w:tcPr>
          <w:p w14:paraId="6D5AA06C" w14:textId="2F335838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48C9453F" w14:textId="77777777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03AA" w:rsidRPr="00B7289C" w14:paraId="72C751D0" w14:textId="77777777" w:rsidTr="003E516E">
        <w:tc>
          <w:tcPr>
            <w:tcW w:w="567" w:type="dxa"/>
            <w:shd w:val="clear" w:color="auto" w:fill="auto"/>
          </w:tcPr>
          <w:p w14:paraId="7AB43A8C" w14:textId="77777777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6F371740" w14:textId="013676CF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Realizarea activităților din cadrul acordului de grant</w:t>
            </w:r>
            <w:r w:rsidR="0070632E">
              <w:rPr>
                <w:rFonts w:ascii="Calibri" w:hAnsi="Calibri" w:cs="Calibri"/>
                <w:sz w:val="22"/>
                <w:szCs w:val="22"/>
              </w:rPr>
              <w:t xml:space="preserve"> – stadiu fizic 50%</w:t>
            </w:r>
          </w:p>
        </w:tc>
        <w:tc>
          <w:tcPr>
            <w:tcW w:w="1162" w:type="dxa"/>
            <w:shd w:val="clear" w:color="auto" w:fill="auto"/>
          </w:tcPr>
          <w:p w14:paraId="2F83DEF9" w14:textId="1575405B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Fizic </w:t>
            </w:r>
          </w:p>
        </w:tc>
        <w:tc>
          <w:tcPr>
            <w:tcW w:w="2268" w:type="dxa"/>
            <w:shd w:val="clear" w:color="auto" w:fill="auto"/>
          </w:tcPr>
          <w:p w14:paraId="710DBF82" w14:textId="6E2A10DE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Finalizarea </w:t>
            </w:r>
          </w:p>
        </w:tc>
        <w:tc>
          <w:tcPr>
            <w:tcW w:w="2410" w:type="dxa"/>
            <w:shd w:val="clear" w:color="auto" w:fill="auto"/>
          </w:tcPr>
          <w:p w14:paraId="338C8D30" w14:textId="081BBC8C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Verificare conform Raportului de progres</w:t>
            </w:r>
          </w:p>
        </w:tc>
        <w:tc>
          <w:tcPr>
            <w:tcW w:w="2693" w:type="dxa"/>
            <w:shd w:val="clear" w:color="auto" w:fill="FFFFFF"/>
          </w:tcPr>
          <w:p w14:paraId="38E3B0BA" w14:textId="2B1CECB3" w:rsidR="002503AA" w:rsidRPr="00CB171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10C21">
              <w:rPr>
                <w:rFonts w:ascii="Calibri" w:hAnsi="Calibri" w:cs="Calibri"/>
                <w:sz w:val="22"/>
                <w:szCs w:val="22"/>
              </w:rPr>
              <w:t xml:space="preserve">Se va completa de beneficiar </w:t>
            </w:r>
          </w:p>
        </w:tc>
        <w:tc>
          <w:tcPr>
            <w:tcW w:w="1985" w:type="dxa"/>
            <w:shd w:val="clear" w:color="auto" w:fill="auto"/>
          </w:tcPr>
          <w:p w14:paraId="11FFABCF" w14:textId="0FB15E74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</w:t>
            </w:r>
            <w:r>
              <w:rPr>
                <w:rFonts w:ascii="Calibri" w:hAnsi="Calibri" w:cs="Calibri"/>
                <w:sz w:val="22"/>
                <w:szCs w:val="22"/>
              </w:rPr>
              <w:t>Raport de progres</w:t>
            </w:r>
          </w:p>
        </w:tc>
        <w:tc>
          <w:tcPr>
            <w:tcW w:w="1417" w:type="dxa"/>
            <w:shd w:val="clear" w:color="auto" w:fill="auto"/>
          </w:tcPr>
          <w:p w14:paraId="186EEEAE" w14:textId="77777777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03AA" w:rsidRPr="00B7289C" w14:paraId="46CBC45C" w14:textId="77777777" w:rsidTr="00CE7A19">
        <w:tc>
          <w:tcPr>
            <w:tcW w:w="567" w:type="dxa"/>
            <w:shd w:val="clear" w:color="auto" w:fill="auto"/>
          </w:tcPr>
          <w:p w14:paraId="639A9923" w14:textId="77777777" w:rsidR="002503AA" w:rsidRPr="00B97179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504C" w14:textId="77777777" w:rsidR="002503AA" w:rsidRPr="00B97179" w:rsidRDefault="002503AA" w:rsidP="002503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5F24A60" w14:textId="77777777" w:rsidR="002503AA" w:rsidRPr="00B97179" w:rsidRDefault="002503AA" w:rsidP="002503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4B1C2BC0" w14:textId="77777777" w:rsidR="002503AA" w:rsidRPr="00B97179" w:rsidRDefault="002503AA" w:rsidP="002503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20A61790" w14:textId="12C74DA7" w:rsidR="002503AA" w:rsidRPr="00B97179" w:rsidRDefault="002503AA" w:rsidP="002503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A0FE" w14:textId="02FABE89" w:rsidR="002503AA" w:rsidRPr="00B97179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7746F428" w14:textId="686C5074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78119219" w14:textId="1E57654F" w:rsidR="002503AA" w:rsidRPr="00933EC1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33EC1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933EC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933EC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19D65926" w14:textId="77777777" w:rsidR="002503AA" w:rsidRPr="00933EC1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33EC1">
              <w:rPr>
                <w:rFonts w:ascii="Calibri" w:hAnsi="Calibri" w:cs="Calibri"/>
                <w:sz w:val="22"/>
                <w:szCs w:val="22"/>
              </w:rPr>
              <w:t>Se va completa de beneficiar, dar nu mai târziu de:</w:t>
            </w:r>
          </w:p>
          <w:p w14:paraId="551EB4C1" w14:textId="7279F13F" w:rsidR="002503AA" w:rsidRPr="00933EC1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33EC1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70632E" w:rsidRPr="00933EC1">
              <w:rPr>
                <w:rFonts w:ascii="Calibri" w:hAnsi="Calibri" w:cs="Calibri"/>
                <w:sz w:val="22"/>
                <w:szCs w:val="22"/>
              </w:rPr>
              <w:t>24</w:t>
            </w:r>
            <w:r w:rsidRPr="00933EC1">
              <w:rPr>
                <w:rFonts w:ascii="Calibri" w:hAnsi="Calibri" w:cs="Calibri"/>
                <w:sz w:val="22"/>
                <w:szCs w:val="22"/>
              </w:rPr>
              <w:t xml:space="preserve"> luni de la semnarea contractului de finanțare</w:t>
            </w:r>
            <w:r w:rsidR="0070632E" w:rsidRPr="00933EC1">
              <w:rPr>
                <w:rFonts w:ascii="Calibri" w:hAnsi="Calibri" w:cs="Calibri"/>
                <w:sz w:val="22"/>
                <w:szCs w:val="22"/>
              </w:rPr>
              <w:t>, , în corelare cu acordul de grant</w:t>
            </w:r>
          </w:p>
        </w:tc>
        <w:tc>
          <w:tcPr>
            <w:tcW w:w="1985" w:type="dxa"/>
            <w:shd w:val="clear" w:color="auto" w:fill="auto"/>
          </w:tcPr>
          <w:p w14:paraId="16092AB4" w14:textId="1E51B079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78B80604" w14:textId="77777777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bookmarkStart w:id="0" w:name="_GoBack"/>
        <w:bookmarkEnd w:id="0"/>
      </w:tr>
      <w:tr w:rsidR="002503AA" w:rsidRPr="00B7289C" w14:paraId="2BD3A629" w14:textId="77777777" w:rsidTr="00CE7A19">
        <w:tc>
          <w:tcPr>
            <w:tcW w:w="567" w:type="dxa"/>
            <w:shd w:val="clear" w:color="auto" w:fill="auto"/>
          </w:tcPr>
          <w:p w14:paraId="2FA24B9F" w14:textId="719A3DAC" w:rsidR="002503AA" w:rsidRPr="00B97179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BD454" w14:textId="3EEBDC96" w:rsidR="002503AA" w:rsidRPr="00B97179" w:rsidRDefault="002503AA" w:rsidP="002503A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4B86" w14:textId="797A3D08" w:rsidR="002503AA" w:rsidRPr="00B97179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6184543D" w14:textId="77777777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/rapoartelor trimestriale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și a altor documente justificative relevante</w:t>
            </w:r>
          </w:p>
          <w:p w14:paraId="3A56FF37" w14:textId="2CA09D93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3689B748" w14:textId="28C9DC15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/a rapoartelor trimestriale și a altor </w:t>
            </w:r>
            <w:r w:rsidRPr="001273FC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justificative</w:t>
            </w:r>
            <w:r w:rsidRPr="001273FC">
              <w:rPr>
                <w:rFonts w:ascii="Calibri" w:hAnsi="Calibri" w:cs="Calibri"/>
                <w:sz w:val="22"/>
                <w:szCs w:val="22"/>
              </w:rPr>
              <w:t xml:space="preserve"> relevante</w:t>
            </w:r>
          </w:p>
        </w:tc>
        <w:tc>
          <w:tcPr>
            <w:tcW w:w="2693" w:type="dxa"/>
            <w:shd w:val="clear" w:color="auto" w:fill="auto"/>
          </w:tcPr>
          <w:p w14:paraId="5C490A17" w14:textId="630CD6A3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7914F263" w14:textId="7E931037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shd w:val="clear" w:color="auto" w:fill="auto"/>
          </w:tcPr>
          <w:p w14:paraId="33A3BE98" w14:textId="77777777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03AA" w:rsidRPr="00B7289C" w14:paraId="28B65E60" w14:textId="77777777" w:rsidTr="00CE7A19">
        <w:tc>
          <w:tcPr>
            <w:tcW w:w="567" w:type="dxa"/>
            <w:shd w:val="clear" w:color="auto" w:fill="auto"/>
          </w:tcPr>
          <w:p w14:paraId="1238CF79" w14:textId="4B87B80D" w:rsidR="002503AA" w:rsidRPr="00B97179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8305" w14:textId="6AE2087C" w:rsidR="002503AA" w:rsidRPr="00B97179" w:rsidRDefault="002503AA" w:rsidP="002503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43C3" w14:textId="7C6C7CA5" w:rsidR="002503AA" w:rsidRPr="00B97179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8F6D307" w14:textId="77777777" w:rsidR="002503AA" w:rsidRPr="00E9188B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14:paraId="5BA76DE0" w14:textId="600AB4F1" w:rsidR="002503AA" w:rsidRPr="00B97179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412F02A4" w14:textId="15CC75FE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1579D">
              <w:rPr>
                <w:rFonts w:ascii="Calibri" w:hAnsi="Calibri" w:cs="Calibri"/>
                <w:sz w:val="22"/>
                <w:szCs w:val="22"/>
              </w:rPr>
              <w:t xml:space="preserve">a altor documente </w:t>
            </w:r>
            <w:r>
              <w:rPr>
                <w:rFonts w:ascii="Calibri" w:hAnsi="Calibri" w:cs="Calibri"/>
                <w:sz w:val="22"/>
                <w:szCs w:val="22"/>
              </w:rPr>
              <w:t>relevante</w:t>
            </w:r>
          </w:p>
        </w:tc>
        <w:tc>
          <w:tcPr>
            <w:tcW w:w="2693" w:type="dxa"/>
            <w:shd w:val="clear" w:color="auto" w:fill="auto"/>
          </w:tcPr>
          <w:p w14:paraId="1F75B46B" w14:textId="5FD74F16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19735DB" w14:textId="6201F993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shd w:val="clear" w:color="auto" w:fill="auto"/>
          </w:tcPr>
          <w:p w14:paraId="20F9C2E4" w14:textId="77777777" w:rsidR="002503AA" w:rsidRPr="00CB085A" w:rsidRDefault="002503AA" w:rsidP="002503A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B06736" w14:textId="77777777" w:rsidR="00166751" w:rsidRDefault="00166751" w:rsidP="00B71552">
      <w:pPr>
        <w:jc w:val="both"/>
        <w:rPr>
          <w:rFonts w:ascii="Calibri" w:hAnsi="Calibri" w:cs="Calibri"/>
        </w:rPr>
      </w:pPr>
    </w:p>
    <w:p w14:paraId="187477BC" w14:textId="77777777" w:rsidR="000E59DA" w:rsidRDefault="000E59DA" w:rsidP="00B71552">
      <w:pPr>
        <w:jc w:val="both"/>
        <w:rPr>
          <w:rFonts w:ascii="Calibri" w:hAnsi="Calibri" w:cs="Calibri"/>
        </w:rPr>
      </w:pPr>
    </w:p>
    <w:p w14:paraId="4722171A" w14:textId="77777777"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B71552">
        <w:rPr>
          <w:rFonts w:ascii="Calibri" w:hAnsi="Calibri" w:cs="Calibri"/>
        </w:rPr>
        <w:t>faţă</w:t>
      </w:r>
      <w:proofErr w:type="spellEnd"/>
      <w:r w:rsidRPr="00B71552">
        <w:rPr>
          <w:rFonts w:ascii="Calibri" w:hAnsi="Calibri" w:cs="Calibri"/>
        </w:rPr>
        <w:t xml:space="preserve"> de care este monitorizat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evaluat, într-o manieră obiectivă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01DD15F1" w14:textId="77777777"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proofErr w:type="spellStart"/>
      <w:r w:rsidRPr="00B71552">
        <w:rPr>
          <w:rFonts w:ascii="Calibri" w:hAnsi="Calibri" w:cs="Calibri"/>
        </w:rPr>
        <w:t>funcţie</w:t>
      </w:r>
      <w:proofErr w:type="spellEnd"/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199F7BB2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proofErr w:type="spellStart"/>
      <w:r w:rsidRPr="00B71552">
        <w:rPr>
          <w:rFonts w:ascii="Calibri" w:hAnsi="Calibri" w:cs="Calibri"/>
        </w:rPr>
        <w:t>activităţi</w:t>
      </w:r>
      <w:proofErr w:type="spellEnd"/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16591789" w14:textId="77777777"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proofErr w:type="spellStart"/>
      <w:r w:rsidRPr="00B71552">
        <w:rPr>
          <w:rFonts w:ascii="Calibri" w:hAnsi="Calibri" w:cs="Calibri"/>
        </w:rPr>
        <w:t>execuţie</w:t>
      </w:r>
      <w:proofErr w:type="spellEnd"/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72E8B244" w14:textId="77777777"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40BD030" w14:textId="77777777" w:rsidR="00B71552" w:rsidRDefault="00B71552" w:rsidP="00E8080E">
      <w:pPr>
        <w:jc w:val="both"/>
        <w:rPr>
          <w:rFonts w:ascii="Calibri" w:hAnsi="Calibri" w:cs="Calibri"/>
        </w:rPr>
      </w:pPr>
    </w:p>
    <w:p w14:paraId="343EBA73" w14:textId="77777777" w:rsidR="000E59DA" w:rsidRDefault="000E59DA" w:rsidP="00E8080E">
      <w:pPr>
        <w:jc w:val="both"/>
        <w:rPr>
          <w:rFonts w:ascii="Calibri" w:hAnsi="Calibri" w:cs="Calibri"/>
        </w:rPr>
      </w:pPr>
    </w:p>
    <w:p w14:paraId="65838EAA" w14:textId="77777777"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0304F524" w14:textId="77777777" w:rsidR="00E8080E" w:rsidRPr="008272F8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pt-BR"/>
        </w:rPr>
      </w:pPr>
      <w:r w:rsidRPr="00E8080E">
        <w:rPr>
          <w:rFonts w:ascii="Calibri" w:hAnsi="Calibri" w:cs="Calibri"/>
        </w:rPr>
        <w:t xml:space="preserve">este parte integrantă a contractului de </w:t>
      </w:r>
      <w:proofErr w:type="spellStart"/>
      <w:r w:rsidRPr="00E8080E">
        <w:rPr>
          <w:rFonts w:ascii="Calibri" w:hAnsi="Calibri" w:cs="Calibri"/>
        </w:rPr>
        <w:t>finanţare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cuprinde indicatorii de etapă </w:t>
      </w:r>
      <w:proofErr w:type="spellStart"/>
      <w:r w:rsidRPr="00E8080E">
        <w:rPr>
          <w:rFonts w:ascii="Calibri" w:hAnsi="Calibri" w:cs="Calibri"/>
        </w:rPr>
        <w:t>stabiliţi</w:t>
      </w:r>
      <w:proofErr w:type="spellEnd"/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se evaluează progresul implementării proiectului; </w:t>
      </w:r>
    </w:p>
    <w:p w14:paraId="703D1056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proofErr w:type="spellStart"/>
      <w:r w:rsidRPr="00E8080E">
        <w:rPr>
          <w:rFonts w:ascii="Calibri" w:hAnsi="Calibri" w:cs="Calibri"/>
        </w:rPr>
        <w:t>ţintelor</w:t>
      </w:r>
      <w:proofErr w:type="spellEnd"/>
      <w:r w:rsidRPr="00E8080E">
        <w:rPr>
          <w:rFonts w:ascii="Calibri" w:hAnsi="Calibri" w:cs="Calibri"/>
        </w:rPr>
        <w:t xml:space="preserve"> finale ale indicatorilor de realizare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valorile de bază/de </w:t>
      </w:r>
      <w:proofErr w:type="spellStart"/>
      <w:r w:rsidRPr="00E8080E">
        <w:rPr>
          <w:rFonts w:ascii="Calibri" w:hAnsi="Calibri" w:cs="Calibri"/>
        </w:rPr>
        <w:t>referinţă</w:t>
      </w:r>
      <w:proofErr w:type="spellEnd"/>
      <w:r w:rsidRPr="00E8080E">
        <w:rPr>
          <w:rFonts w:ascii="Calibri" w:hAnsi="Calibri" w:cs="Calibri"/>
        </w:rPr>
        <w:t xml:space="preserve"> ale acestora, dacă există; </w:t>
      </w:r>
    </w:p>
    <w:p w14:paraId="71A89E2A" w14:textId="77777777"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eficientizarea procesului de monitorizare a proiectelor de către </w:t>
      </w:r>
      <w:proofErr w:type="spellStart"/>
      <w:r w:rsidRPr="00E8080E">
        <w:rPr>
          <w:rFonts w:ascii="Calibri" w:hAnsi="Calibri" w:cs="Calibri"/>
        </w:rPr>
        <w:t>autorităţile</w:t>
      </w:r>
      <w:proofErr w:type="spellEnd"/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6CC8A9D1" w14:textId="77777777" w:rsidR="000E59DA" w:rsidRPr="00E8080E" w:rsidRDefault="000E59DA" w:rsidP="00E8080E">
      <w:pPr>
        <w:jc w:val="both"/>
        <w:rPr>
          <w:rFonts w:ascii="Calibri" w:hAnsi="Calibri" w:cs="Calibri"/>
        </w:rPr>
      </w:pPr>
    </w:p>
    <w:p w14:paraId="69279ACE" w14:textId="77777777" w:rsidR="00E8080E" w:rsidRDefault="00E8080E" w:rsidP="00E8080E">
      <w:pPr>
        <w:jc w:val="both"/>
        <w:rPr>
          <w:rFonts w:ascii="Calibri" w:hAnsi="Calibri" w:cs="Calibri"/>
        </w:rPr>
      </w:pPr>
    </w:p>
    <w:p w14:paraId="2F6AAF9F" w14:textId="77777777"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2AE037FC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14:paraId="76D0947D" w14:textId="3FBD1AC8"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r w:rsidR="009C6CA3" w:rsidRPr="001A225C">
        <w:rPr>
          <w:rFonts w:ascii="Calibri" w:hAnsi="Calibri" w:cs="Calibri"/>
        </w:rPr>
        <w:t>adițional</w:t>
      </w:r>
      <w:r w:rsidRPr="001A225C">
        <w:rPr>
          <w:rFonts w:ascii="Calibri" w:hAnsi="Calibri" w:cs="Calibri"/>
        </w:rPr>
        <w:t xml:space="preserve"> la contractul de </w:t>
      </w:r>
      <w:proofErr w:type="spellStart"/>
      <w:r w:rsidRPr="001A225C">
        <w:rPr>
          <w:rFonts w:ascii="Calibri" w:hAnsi="Calibri" w:cs="Calibri"/>
        </w:rPr>
        <w:t>finanţare</w:t>
      </w:r>
      <w:proofErr w:type="spellEnd"/>
      <w:r w:rsidRPr="001A225C">
        <w:rPr>
          <w:rFonts w:ascii="Calibri" w:hAnsi="Calibri" w:cs="Calibri"/>
        </w:rPr>
        <w:t>.</w:t>
      </w:r>
    </w:p>
    <w:p w14:paraId="3ADD665D" w14:textId="77777777" w:rsidR="005A3D64" w:rsidRPr="00696924" w:rsidRDefault="00696924" w:rsidP="00550BE6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5AACC770" w14:textId="77777777"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sectPr w:rsidR="009D79CD" w:rsidRPr="000F6FA7" w:rsidSect="00696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0A056" w14:textId="77777777" w:rsidR="00EA0A48" w:rsidRDefault="00EA0A48">
      <w:r>
        <w:separator/>
      </w:r>
    </w:p>
  </w:endnote>
  <w:endnote w:type="continuationSeparator" w:id="0">
    <w:p w14:paraId="3B6E5624" w14:textId="77777777" w:rsidR="00EA0A48" w:rsidRDefault="00EA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9D0B3" w14:textId="77777777" w:rsidR="00D82C57" w:rsidRDefault="00D82C5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2AD4199" w14:textId="77777777">
      <w:trPr>
        <w:cantSplit/>
        <w:trHeight w:hRule="exact" w:val="340"/>
        <w:hidden/>
      </w:trPr>
      <w:tc>
        <w:tcPr>
          <w:tcW w:w="9210" w:type="dxa"/>
        </w:tcPr>
        <w:p w14:paraId="734A410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4BBA49E5" w14:textId="77777777" w:rsidR="00F12E7F" w:rsidRDefault="002C012A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638C2BED" wp14:editId="137E05EE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4B64557" wp14:editId="3F8EF831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6AD4449E" wp14:editId="6C5952EA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B1C2B1" w14:textId="77777777"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14:paraId="7286CB60" w14:textId="77777777"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CEBC0A" wp14:editId="4B10AE2A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E4FE6" w14:textId="77777777"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EC1866" w14:textId="77777777" w:rsidR="00E1542E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070E5D5" w14:textId="77777777"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9CEBC0A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wD9Q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" stroked="f">
              <v:stroke dashstyle="1 1" endcap="round"/>
              <v:textbox>
                <w:txbxContent>
                  <w:p w14:paraId="4B1E4FE6" w14:textId="77777777"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4EC1866" w14:textId="77777777"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070E5D5" w14:textId="77777777"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F655A0" wp14:editId="5A3FC932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EDFB5" w14:textId="77777777"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14:paraId="1BA927AE" w14:textId="77777777"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9F655A0"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" filled="f" stroked="f">
              <v:textbox>
                <w:txbxContent>
                  <w:p w14:paraId="7E0EDFB5" w14:textId="77777777"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14:paraId="1BA927AE" w14:textId="77777777"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19049" w14:textId="77777777" w:rsidR="00072DDE" w:rsidRDefault="002C012A" w:rsidP="005D6105">
    <w:pPr>
      <w:pStyle w:val="Subsol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F0A9FE8" wp14:editId="75A5592D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94AF16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9" w:name="_Hlk144205187"/>
                          <w:bookmarkStart w:id="10" w:name="_Hlk144205188"/>
                          <w:bookmarkStart w:id="11" w:name="_Hlk144205189"/>
                          <w:bookmarkStart w:id="12" w:name="_Hlk144205190"/>
                          <w:bookmarkStart w:id="13" w:name="_Hlk144205191"/>
                          <w:bookmarkStart w:id="14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C0DE2F0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BC80C72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9"/>
                          <w:bookmarkEnd w:id="10"/>
                          <w:bookmarkEnd w:id="11"/>
                          <w:bookmarkEnd w:id="12"/>
                          <w:bookmarkEnd w:id="13"/>
                          <w:bookmarkEnd w:id="14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F0A9FE8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PNw2cbhAAAACwEAAA8AAAAAAAAAAAAA&#10;AAAAUQQAAGRycy9kb3ducmV2LnhtbFBLBQYAAAAABAAEAPMAAABfBQAAAAA=&#10;" stroked="f">
              <v:stroke dashstyle="1 1" endcap="round"/>
              <v:textbox>
                <w:txbxContent>
                  <w:p w14:paraId="6D94AF16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2" w:name="_Hlk144205187"/>
                    <w:bookmarkStart w:id="23" w:name="_Hlk144205188"/>
                    <w:bookmarkStart w:id="24" w:name="_Hlk144205189"/>
                    <w:bookmarkStart w:id="25" w:name="_Hlk144205190"/>
                    <w:bookmarkStart w:id="26" w:name="_Hlk144205191"/>
                    <w:bookmarkStart w:id="27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C0DE2F0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BC80C72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2"/>
                    <w:bookmarkEnd w:id="23"/>
                    <w:bookmarkEnd w:id="24"/>
                    <w:bookmarkEnd w:id="25"/>
                    <w:bookmarkEnd w:id="26"/>
                    <w:bookmarkEnd w:id="27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35B01A4" wp14:editId="355AD8CE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793C23B6" wp14:editId="1332E4E5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83EEB3" wp14:editId="3A6903C6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389B79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283EEB3"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7A389B79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9C285FD" wp14:editId="669B2A8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E8742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9C285FD"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DnT9Cb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79FE8742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C02BC" w14:textId="77777777" w:rsidR="00EA0A48" w:rsidRDefault="00EA0A48">
      <w:r>
        <w:separator/>
      </w:r>
    </w:p>
  </w:footnote>
  <w:footnote w:type="continuationSeparator" w:id="0">
    <w:p w14:paraId="147EC5EE" w14:textId="77777777" w:rsidR="00EA0A48" w:rsidRDefault="00EA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1BB71" w14:textId="71509678" w:rsidR="00D82C57" w:rsidRDefault="00933EC1">
    <w:pPr>
      <w:pStyle w:val="Antet"/>
    </w:pPr>
    <w:r>
      <w:rPr>
        <w:noProof/>
      </w:rPr>
      <w:pict w14:anchorId="142BD9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8" o:spid="_x0000_s13314" type="#_x0000_t136" style="position:absolute;margin-left:0;margin-top:0;width:529.9pt;height:81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6171C" w14:textId="3DBF049F" w:rsidR="002B3BB9" w:rsidRPr="00851382" w:rsidRDefault="00933EC1">
    <w:pPr>
      <w:pStyle w:val="Antet"/>
      <w:rPr>
        <w:color w:val="999999"/>
      </w:rPr>
    </w:pPr>
    <w:r>
      <w:rPr>
        <w:noProof/>
      </w:rPr>
      <w:pict w14:anchorId="76ACF6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9" o:spid="_x0000_s13315" type="#_x0000_t136" style="position:absolute;margin-left:0;margin-top:0;width:529.9pt;height:81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7AD1F28" wp14:editId="079112D5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C55C9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933F5CE" w14:textId="77777777" w:rsidR="00376CFE" w:rsidRPr="00851382" w:rsidRDefault="00376CFE" w:rsidP="00BE4473">
                            <w:pPr>
                              <w:pStyle w:val="Titlu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1" w:name="_Hlk144204999"/>
                            <w:bookmarkStart w:id="2" w:name="_Hlk144205000"/>
                            <w:bookmarkStart w:id="3" w:name="_Hlk144205001"/>
                            <w:bookmarkStart w:id="4" w:name="_Hlk144205002"/>
                            <w:bookmarkStart w:id="5" w:name="_Hlk144205003"/>
                            <w:bookmarkStart w:id="6" w:name="_Hlk144205004"/>
                            <w:bookmarkStart w:id="7" w:name="_Hlk144205005"/>
                            <w:bookmarkStart w:id="8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7AD1F28"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14:paraId="69BC55C9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7933F5CE" w14:textId="77777777" w:rsidR="00376CFE" w:rsidRPr="00851382" w:rsidRDefault="00376CFE" w:rsidP="00BE4473">
                      <w:pPr>
                        <w:pStyle w:val="Titlu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8" w:name="_Hlk144204999"/>
                      <w:bookmarkStart w:id="9" w:name="_Hlk144205000"/>
                      <w:bookmarkStart w:id="10" w:name="_Hlk144205001"/>
                      <w:bookmarkStart w:id="11" w:name="_Hlk144205002"/>
                      <w:bookmarkStart w:id="12" w:name="_Hlk144205003"/>
                      <w:bookmarkStart w:id="13" w:name="_Hlk144205004"/>
                      <w:bookmarkStart w:id="14" w:name="_Hlk144205005"/>
                      <w:bookmarkStart w:id="15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EEAC0" w14:textId="77D1E3B3" w:rsidR="002B3BB9" w:rsidRDefault="00933EC1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3D977E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534187" o:spid="_x0000_s13313" type="#_x0000_t136" style="position:absolute;margin-left:0;margin-top:0;width:529.9pt;height:81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C012A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5C16567C" wp14:editId="6000AC49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14DE532D" wp14:editId="302992FB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12A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45F87269" wp14:editId="674A0E1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B3A84"/>
    <w:multiLevelType w:val="hybridMultilevel"/>
    <w:tmpl w:val="E9C85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85C46"/>
    <w:multiLevelType w:val="hybridMultilevel"/>
    <w:tmpl w:val="37028F06"/>
    <w:lvl w:ilvl="0" w:tplc="099C0028">
      <w:start w:val="1"/>
      <w:numFmt w:val="lowerLetter"/>
      <w:lvlText w:val="%1)"/>
      <w:lvlJc w:val="left"/>
      <w:pPr>
        <w:ind w:left="888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9"/>
  </w:num>
  <w:num w:numId="7">
    <w:abstractNumId w:val="12"/>
  </w:num>
  <w:num w:numId="8">
    <w:abstractNumId w:val="14"/>
  </w:num>
  <w:num w:numId="9">
    <w:abstractNumId w:val="1"/>
  </w:num>
  <w:num w:numId="10">
    <w:abstractNumId w:val="2"/>
  </w:num>
  <w:num w:numId="11">
    <w:abstractNumId w:val="17"/>
  </w:num>
  <w:num w:numId="12">
    <w:abstractNumId w:val="15"/>
  </w:num>
  <w:num w:numId="13">
    <w:abstractNumId w:val="18"/>
  </w:num>
  <w:num w:numId="14">
    <w:abstractNumId w:val="3"/>
  </w:num>
  <w:num w:numId="15">
    <w:abstractNumId w:val="9"/>
  </w:num>
  <w:num w:numId="16">
    <w:abstractNumId w:val="5"/>
  </w:num>
  <w:num w:numId="17">
    <w:abstractNumId w:val="16"/>
  </w:num>
  <w:num w:numId="18">
    <w:abstractNumId w:val="22"/>
  </w:num>
  <w:num w:numId="19">
    <w:abstractNumId w:val="11"/>
  </w:num>
  <w:num w:numId="20">
    <w:abstractNumId w:val="21"/>
  </w:num>
  <w:num w:numId="21">
    <w:abstractNumId w:val="0"/>
  </w:num>
  <w:num w:numId="22">
    <w:abstractNumId w:val="24"/>
  </w:num>
  <w:num w:numId="23">
    <w:abstractNumId w:val="4"/>
  </w:num>
  <w:num w:numId="24">
    <w:abstractNumId w:val="23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fr-F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3316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422F"/>
    <w:rsid w:val="00010205"/>
    <w:rsid w:val="000102D2"/>
    <w:rsid w:val="00011524"/>
    <w:rsid w:val="00011D45"/>
    <w:rsid w:val="00015620"/>
    <w:rsid w:val="00030D1A"/>
    <w:rsid w:val="000401F0"/>
    <w:rsid w:val="00061C86"/>
    <w:rsid w:val="00072DDE"/>
    <w:rsid w:val="00080850"/>
    <w:rsid w:val="000835DE"/>
    <w:rsid w:val="0009018B"/>
    <w:rsid w:val="00094830"/>
    <w:rsid w:val="000B6DBE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224075"/>
    <w:rsid w:val="00240BF7"/>
    <w:rsid w:val="00241876"/>
    <w:rsid w:val="002503AA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B3462"/>
    <w:rsid w:val="003C1E0C"/>
    <w:rsid w:val="003E2E03"/>
    <w:rsid w:val="003E516E"/>
    <w:rsid w:val="003E7761"/>
    <w:rsid w:val="003F4311"/>
    <w:rsid w:val="0040202F"/>
    <w:rsid w:val="00414040"/>
    <w:rsid w:val="0044054D"/>
    <w:rsid w:val="00445D5D"/>
    <w:rsid w:val="00453E8A"/>
    <w:rsid w:val="00454003"/>
    <w:rsid w:val="00454743"/>
    <w:rsid w:val="00456003"/>
    <w:rsid w:val="004647A5"/>
    <w:rsid w:val="00474F02"/>
    <w:rsid w:val="0047720B"/>
    <w:rsid w:val="004830C9"/>
    <w:rsid w:val="004A0E46"/>
    <w:rsid w:val="004A0F0F"/>
    <w:rsid w:val="004B7D74"/>
    <w:rsid w:val="004E0B86"/>
    <w:rsid w:val="004F39C3"/>
    <w:rsid w:val="004F4802"/>
    <w:rsid w:val="004F4881"/>
    <w:rsid w:val="00515542"/>
    <w:rsid w:val="00523BEA"/>
    <w:rsid w:val="005312BF"/>
    <w:rsid w:val="00535DE7"/>
    <w:rsid w:val="00550BE6"/>
    <w:rsid w:val="00551A93"/>
    <w:rsid w:val="005638A3"/>
    <w:rsid w:val="00566A78"/>
    <w:rsid w:val="005705BF"/>
    <w:rsid w:val="00585781"/>
    <w:rsid w:val="00592CDD"/>
    <w:rsid w:val="005A3D64"/>
    <w:rsid w:val="005A450E"/>
    <w:rsid w:val="005A6B00"/>
    <w:rsid w:val="005B4667"/>
    <w:rsid w:val="005C02C5"/>
    <w:rsid w:val="005C21C9"/>
    <w:rsid w:val="005C3CE8"/>
    <w:rsid w:val="005C7AFF"/>
    <w:rsid w:val="005D1307"/>
    <w:rsid w:val="005D6105"/>
    <w:rsid w:val="005E269B"/>
    <w:rsid w:val="0060665E"/>
    <w:rsid w:val="0061660A"/>
    <w:rsid w:val="00620CC3"/>
    <w:rsid w:val="00622307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3061"/>
    <w:rsid w:val="006C514E"/>
    <w:rsid w:val="006E5159"/>
    <w:rsid w:val="006F098A"/>
    <w:rsid w:val="007047FD"/>
    <w:rsid w:val="0070632E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1D50"/>
    <w:rsid w:val="00753B74"/>
    <w:rsid w:val="00754551"/>
    <w:rsid w:val="0075795D"/>
    <w:rsid w:val="007605D8"/>
    <w:rsid w:val="00761AE4"/>
    <w:rsid w:val="00767B73"/>
    <w:rsid w:val="00776028"/>
    <w:rsid w:val="007800CC"/>
    <w:rsid w:val="007A69A6"/>
    <w:rsid w:val="007B43EE"/>
    <w:rsid w:val="007C0BD5"/>
    <w:rsid w:val="007C2736"/>
    <w:rsid w:val="007C403D"/>
    <w:rsid w:val="007D12FD"/>
    <w:rsid w:val="007E3581"/>
    <w:rsid w:val="007F5827"/>
    <w:rsid w:val="008023D6"/>
    <w:rsid w:val="00807D9B"/>
    <w:rsid w:val="00817E49"/>
    <w:rsid w:val="008272F8"/>
    <w:rsid w:val="008275D5"/>
    <w:rsid w:val="00851382"/>
    <w:rsid w:val="00853563"/>
    <w:rsid w:val="00855F66"/>
    <w:rsid w:val="00857102"/>
    <w:rsid w:val="00862DBC"/>
    <w:rsid w:val="0088290B"/>
    <w:rsid w:val="008C0EAE"/>
    <w:rsid w:val="008C26CE"/>
    <w:rsid w:val="008E06AE"/>
    <w:rsid w:val="008E7688"/>
    <w:rsid w:val="008F06E9"/>
    <w:rsid w:val="0090484E"/>
    <w:rsid w:val="00907D45"/>
    <w:rsid w:val="0091244C"/>
    <w:rsid w:val="00912451"/>
    <w:rsid w:val="00915950"/>
    <w:rsid w:val="009164A5"/>
    <w:rsid w:val="0092458F"/>
    <w:rsid w:val="00933EC1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CA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05B6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5233"/>
    <w:rsid w:val="00B5489B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3175"/>
    <w:rsid w:val="00BD3A69"/>
    <w:rsid w:val="00BE157D"/>
    <w:rsid w:val="00BE4473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A5993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82C57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E0787B"/>
    <w:rsid w:val="00E1542E"/>
    <w:rsid w:val="00E278D4"/>
    <w:rsid w:val="00E32BBC"/>
    <w:rsid w:val="00E45B37"/>
    <w:rsid w:val="00E615D2"/>
    <w:rsid w:val="00E63548"/>
    <w:rsid w:val="00E66501"/>
    <w:rsid w:val="00E753B1"/>
    <w:rsid w:val="00E8080E"/>
    <w:rsid w:val="00E81F78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958F6"/>
    <w:rsid w:val="00F97AE0"/>
    <w:rsid w:val="00FA1C80"/>
    <w:rsid w:val="00FA28FA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6"/>
    <o:shapelayout v:ext="edit">
      <o:idmap v:ext="edit" data="1"/>
    </o:shapelayout>
  </w:shapeDefaults>
  <w:decimalSymbol w:val="."/>
  <w:listSeparator w:val=","/>
  <w14:docId w14:val="63982DBB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f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Titlu2Caracter">
    <w:name w:val="Titlu 2 Caracter"/>
    <w:link w:val="Titlu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4Caracter">
    <w:name w:val="Titlu 4 Caracter"/>
    <w:link w:val="Titlu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elgril">
    <w:name w:val="Table Grid"/>
    <w:basedOn w:val="Tabel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rsid w:val="005B4667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5B4667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5B4667"/>
    <w:rPr>
      <w:rFonts w:ascii="Arial Narrow" w:hAnsi="Arial Narrow"/>
      <w:lang w:val="ro-RO"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5B4667"/>
    <w:rPr>
      <w:b/>
      <w:bCs/>
    </w:rPr>
  </w:style>
  <w:style w:type="character" w:customStyle="1" w:styleId="SubiectComentariuCaracter">
    <w:name w:val="Subiect Comentariu Caracter"/>
    <w:link w:val="SubiectComentariu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88AB1-076C-41FB-BDFC-50716F05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91</TotalTime>
  <Pages>4</Pages>
  <Words>710</Words>
  <Characters>4661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5361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Carmen Poparlan</cp:lastModifiedBy>
  <cp:revision>15</cp:revision>
  <cp:lastPrinted>2022-03-29T08:07:00Z</cp:lastPrinted>
  <dcterms:created xsi:type="dcterms:W3CDTF">2023-08-29T09:49:00Z</dcterms:created>
  <dcterms:modified xsi:type="dcterms:W3CDTF">2024-02-28T13:46:00Z</dcterms:modified>
</cp:coreProperties>
</file>